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7EE61C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891F6D" w:rsidRPr="00891F6D">
        <w:rPr>
          <w:rStyle w:val="Siln"/>
        </w:rPr>
        <w:t>Nákup ochranných pracovních pomůcek, oděvů a obuvi v obvodu OŘ Ústí nad Labem v období do 30.06.2026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="001372EA" w:rsidRPr="001372EA">
        <w:rPr>
          <w:rFonts w:eastAsia="Times New Roman" w:cs="Times New Roman"/>
          <w:lang w:eastAsia="cs-CZ"/>
        </w:rPr>
        <w:t>5592/2025-SŽ-OŘ UNL-OVZ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1372EA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1372EA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372E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4F6F11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3003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1F6D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43D59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  <w:rsid w:val="00FE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6D3003"/>
    <w:rsid w:val="00710200"/>
    <w:rsid w:val="0087094D"/>
    <w:rsid w:val="00B43D59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480</Words>
  <Characters>2837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12</cp:revision>
  <cp:lastPrinted>2017-11-28T17:18:00Z</cp:lastPrinted>
  <dcterms:created xsi:type="dcterms:W3CDTF">2023-11-16T10:29:00Z</dcterms:created>
  <dcterms:modified xsi:type="dcterms:W3CDTF">2025-02-20T08:13:00Z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